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</w:p>
    <w:p w:rsidR="002267E9" w:rsidRPr="002C0C73" w:rsidRDefault="002267E9" w:rsidP="002C0C73">
      <w:pPr>
        <w:pStyle w:val="ListParagraph"/>
        <w:jc w:val="center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فيديو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>
        <w:rPr>
          <w:rFonts w:ascii="Traditional Arabic" w:hAnsi="Traditional Arabic" w:cs="Traditional Arabic" w:hint="cs"/>
          <w:sz w:val="32"/>
          <w:szCs w:val="32"/>
          <w:rtl/>
        </w:rPr>
        <w:t>حق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البطن</w:t>
      </w:r>
      <w:r>
        <w:rPr>
          <w:rFonts w:ascii="Traditional Arabic" w:hAnsi="Traditional Arabic" w:cs="Traditional Arabic"/>
          <w:sz w:val="32"/>
          <w:szCs w:val="32"/>
          <w:rtl/>
        </w:rPr>
        <w:t>)</w:t>
      </w:r>
    </w:p>
    <w:p w:rsidR="002267E9" w:rsidRPr="00E30FF0" w:rsidRDefault="002267E9" w:rsidP="00E30FF0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حق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البطن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:</w:t>
      </w:r>
    </w:p>
    <w:p w:rsidR="002267E9" w:rsidRDefault="002267E9" w:rsidP="00E30FF0">
      <w:pPr>
        <w:pStyle w:val="ListParagraph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رسالته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العظيمة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رسالة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الحقوق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يقول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السجاد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1A3643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1A3643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وأما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حق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بطنك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فأن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تجعله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وعاءً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لقليل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الحرام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لكثير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وان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تقتصد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الحلال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تخرجه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حد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التقوية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حد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التهوين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وذهاب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المروة،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وضبطه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هم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بالجوع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والظمأ،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فإن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الشبع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المنتهي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بصاحبه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التخم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مكسلة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ومثبطة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ومقطعة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وكرم،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وأن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الري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لمنتهي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بصاحبه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السكر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مستخفة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ومجهلة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ومذهبة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للمروة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".</w:t>
      </w:r>
    </w:p>
    <w:p w:rsidR="002267E9" w:rsidRDefault="002267E9">
      <w:pPr>
        <w:bidi w:val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Default="002267E9" w:rsidP="00E30FF0">
      <w:pPr>
        <w:pStyle w:val="ListParagraph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Default="002267E9" w:rsidP="0021029A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ما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هي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المأكولات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المحرّمة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التي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ورد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ذكرها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في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القرآن</w:t>
      </w:r>
      <w:r w:rsidRPr="0021029A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21029A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الكريم؟</w:t>
      </w:r>
    </w:p>
    <w:p w:rsidR="002267E9" w:rsidRDefault="002267E9" w:rsidP="002C0C73">
      <w:pPr>
        <w:pStyle w:val="ListParagraph"/>
        <w:jc w:val="lowKashida"/>
        <w:rPr>
          <w:sz w:val="26"/>
          <w:szCs w:val="26"/>
          <w:rtl/>
        </w:rPr>
      </w:pPr>
    </w:p>
    <w:p w:rsidR="002267E9" w:rsidRPr="00330E82" w:rsidRDefault="002267E9" w:rsidP="00330E82">
      <w:pPr>
        <w:pStyle w:val="ListParagraph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﴿قُلْ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لا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أَجِدُ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فِي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مَا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أُوحِيَ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إِلَيَّ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مُحَرَّماً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عَلَى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طَاعِمٍ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يَطْعَمُهُ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إِلَّا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أَنْ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يَكُونَ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مَيْتَةً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أَوْ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دَماً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مَسْفُوحاً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أَوْ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لَحْمَ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خِنْزِيرٍ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فَإِنَّهُ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رِجْسٌ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أَوْ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فِسْقاً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أُهِلَّ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لِغَيْرِ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اللَّهِ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بِهِ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فَمَنِ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اضْطُرَّ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غَيْرَ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بَاغٍ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وَلا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عَادٍ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فَإِنَّ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رَبَّكَ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غَفُورٌ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رَحِيمٌ﴾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(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سورة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الأنعام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–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آية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  <w:rtl/>
        </w:rPr>
        <w:t>145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>)</w:t>
      </w:r>
    </w:p>
    <w:p w:rsidR="002267E9" w:rsidRPr="00330E82" w:rsidRDefault="002267E9" w:rsidP="00330E82">
      <w:pPr>
        <w:pStyle w:val="ListParagraph"/>
        <w:jc w:val="lowKashida"/>
        <w:rPr>
          <w:rFonts w:ascii="Traditional Arabic" w:hAnsi="Traditional Arabic" w:cs="Traditional Arabic"/>
          <w:sz w:val="28"/>
          <w:szCs w:val="28"/>
        </w:rPr>
      </w:pP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﴿إِنَّمَا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حَرَّمَ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عَلَيْكُمُالْمَيْتَةَوَالدَّمَوَلَحْمَالْخِنزِيرِوَمَاأُهِلَّبِهِ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لِغَيْرِاللّهِفَمَنِاضْطُرَّغَيْرَبَاغٍوَلاَعَادٍفَلاإِثْمَعَلَيْهِإِنَّاللّهَغَفُورٌرَّحِيمٌ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﴾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(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سورة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البقرة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–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آية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173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>)</w:t>
      </w:r>
    </w:p>
    <w:p w:rsidR="002267E9" w:rsidRDefault="002267E9" w:rsidP="00330E82">
      <w:pPr>
        <w:pStyle w:val="ListParagraph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﴿حُرِّمَتْ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عَلَيْكُمُ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الْمَيْتَةُوَالْدَّمُ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وَلَحْمُ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الْخِنْزِيرِ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وَمَا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أُهِلَّ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لِغَيْرِ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اللّهِ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بِهِ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وَالْمُنْخَنِقَةُ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وَالْمَوْقُوذَةُ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وَالْمُتَرَدِّيَةُوَالنَّطِيحَةُوَمَاأَكَلَ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السَّبُعُ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إِلاَّ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مَاذَكَّيْتُمْ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وَ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مَاذُبِحَ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عَلَى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النُّصُبِ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...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﴾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(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سورة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المائدة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– 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آية</w:t>
      </w:r>
      <w:r w:rsidRPr="00330E82">
        <w:rPr>
          <w:rFonts w:ascii="Traditional Arabic" w:hAnsi="Traditional Arabic" w:cs="Traditional Arabic"/>
          <w:sz w:val="28"/>
          <w:szCs w:val="28"/>
          <w:rtl/>
        </w:rPr>
        <w:t xml:space="preserve"> 3)</w:t>
      </w:r>
    </w:p>
    <w:p w:rsidR="002267E9" w:rsidRDefault="002267E9" w:rsidP="00330E82">
      <w:pPr>
        <w:pStyle w:val="ListParagraph"/>
        <w:jc w:val="lowKashida"/>
        <w:rPr>
          <w:rFonts w:ascii="Traditional Arabic" w:hAnsi="Traditional Arabic" w:cs="Traditional Arabic"/>
          <w:sz w:val="28"/>
          <w:szCs w:val="28"/>
          <w:rtl/>
        </w:rPr>
      </w:pPr>
    </w:p>
    <w:p w:rsidR="002267E9" w:rsidRDefault="002267E9" w:rsidP="00330E82">
      <w:pPr>
        <w:pStyle w:val="ListParagraph"/>
        <w:jc w:val="lowKashida"/>
        <w:rPr>
          <w:rFonts w:ascii="Traditional Arabic" w:hAnsi="Traditional Arabic" w:cs="Traditional Arabic"/>
          <w:sz w:val="28"/>
          <w:szCs w:val="28"/>
          <w:rtl/>
        </w:rPr>
      </w:pPr>
    </w:p>
    <w:p w:rsidR="002267E9" w:rsidRDefault="002267E9">
      <w:pPr>
        <w:bidi w:val="0"/>
        <w:rPr>
          <w:rFonts w:ascii="Traditional Arabic" w:hAnsi="Traditional Arabic" w:cs="Traditional Arabic"/>
          <w:sz w:val="28"/>
          <w:szCs w:val="28"/>
          <w:rtl/>
        </w:rPr>
      </w:pPr>
    </w:p>
    <w:p w:rsidR="002267E9" w:rsidRDefault="002267E9">
      <w:pPr>
        <w:bidi w:val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E30FF0" w:rsidRDefault="002267E9" w:rsidP="001E039E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النهي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عن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في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القرآن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: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الآية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الأولى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A764DE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﴿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قُل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إِنَّمَاحَرَّمَ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رَبِّيَ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الفَوَاحِشَ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ظَهَرَ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مِنهَا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وَمَا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بَطَنَ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وَالإِثمَ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وَالبَغىَ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بِغَيرِ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الحَقِّ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﴾</w:t>
      </w:r>
      <w:r w:rsidRPr="00E30FF0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سورة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الأعراف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–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33)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موسى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جعفر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وأمّا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الإثم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فإنّها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بعينه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الآية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الثانية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A764DE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﴿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يَسأَلُونَكَ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عَن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الخَمرِ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وَالمَيسَرِ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قُلْ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فِيهِمَا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إِثمٌ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كَبِيرٌ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وَمَنَافِعُ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لِلنَّاسِ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وَإِثمُهُمَا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أَكبَرُ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مِن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نَّفعِهِمَا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﴾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سورة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البقرة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–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219)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الآية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الثالثة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794298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﴿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أَيُّهَا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الَّذِينَ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ءَامَنُوا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إِنَّمَا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الخَمرَ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وَالمَيسِرُ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وَالأَنصَابُ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وَالأَزلاَمُ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رِجسٌ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مِّن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عَمَلِ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الشَّيطَنِ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فَاجتَنِبُوهُ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لَعَلَّكُم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تُفلِحُونَ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</w:rPr>
        <w:t xml:space="preserve"> *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إِنَّمَا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يُرِيدُ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الشَّيطَنُ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أَنيُ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وقِعَ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بَينَكُمُ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العَدَوَةَ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وَالبَغضَاءَ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فِي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الخَمْرِ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وَالمَيْسِر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ِوَيَصُدَّكُمْ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عَنْ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ذِكْرِ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وَعَنْ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الصَّلاَةِ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فَهَلْ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أَنتُمْ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مُّنتَهُونَ</w:t>
      </w:r>
      <w:r w:rsidRPr="00330E82">
        <w:rPr>
          <w:rFonts w:ascii="Traditional Arabic" w:hAnsi="Traditional Arabic" w:cs="Traditional Arabic" w:hint="cs"/>
          <w:sz w:val="28"/>
          <w:szCs w:val="28"/>
          <w:rtl/>
        </w:rPr>
        <w:t>﴾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سورة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المائدة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–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90- 91)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Default="002267E9" w:rsidP="00E30FF0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الخمر؟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</w:p>
    <w:p w:rsidR="002267E9" w:rsidRDefault="002267E9" w:rsidP="00BF2B93">
      <w:pPr>
        <w:pStyle w:val="ListParagraph"/>
        <w:jc w:val="center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عمل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ثنائي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)</w:t>
      </w:r>
    </w:p>
    <w:p w:rsidR="002267E9" w:rsidRDefault="002267E9" w:rsidP="00BF2B93">
      <w:pPr>
        <w:pStyle w:val="ListParagraph"/>
        <w:jc w:val="center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بالتعاون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مع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زميلك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الذي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بجانبك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ضع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تعريفا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للخمر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.</w:t>
      </w:r>
    </w:p>
    <w:p w:rsidR="002267E9" w:rsidRPr="00E30FF0" w:rsidRDefault="002267E9" w:rsidP="00922297">
      <w:pPr>
        <w:pStyle w:val="ListParagraph"/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في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اللغة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:</w:t>
      </w:r>
    </w:p>
    <w:p w:rsidR="002267E9" w:rsidRDefault="002267E9" w:rsidP="00922297">
      <w:pPr>
        <w:ind w:left="685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اللغة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الغطاء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وكل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يخفي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شيئاً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وراءه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خمار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922297" w:rsidRDefault="002267E9" w:rsidP="00922297">
      <w:pPr>
        <w:pStyle w:val="ListParagraph"/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922297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في</w:t>
      </w:r>
      <w:r w:rsidRPr="00922297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المصطلح</w:t>
      </w:r>
      <w:r w:rsidRPr="00922297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الشرعي</w:t>
      </w:r>
      <w:r w:rsidRPr="00922297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:</w:t>
      </w:r>
    </w:p>
    <w:p w:rsidR="002267E9" w:rsidRPr="00922297" w:rsidRDefault="002267E9" w:rsidP="00922297">
      <w:pPr>
        <w:ind w:left="685"/>
        <w:jc w:val="lowKashida"/>
        <w:rPr>
          <w:rFonts w:ascii="Traditional Arabic" w:hAnsi="Traditional Arabic" w:cs="Traditional Arabic"/>
          <w:sz w:val="32"/>
          <w:szCs w:val="32"/>
        </w:rPr>
      </w:pP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المصطلح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الشرعي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مائع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مسكر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سواء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أخذ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العنب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الزبيب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التمر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وكل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مشروب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22297">
        <w:rPr>
          <w:rFonts w:ascii="Traditional Arabic" w:hAnsi="Traditional Arabic" w:cs="Traditional Arabic" w:hint="cs"/>
          <w:sz w:val="32"/>
          <w:szCs w:val="32"/>
          <w:rtl/>
        </w:rPr>
        <w:t>كحولي</w:t>
      </w:r>
      <w:r w:rsidRPr="00922297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E30FF0" w:rsidRDefault="002267E9" w:rsidP="00E30FF0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صفات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:</w:t>
      </w: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1841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الخبائث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1841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الفواحش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وأكبر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الكبائر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1841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جماع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الإثم،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الخبائث،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ومفتاح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رمح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الشيطان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1841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المؤمنين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السّلام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الفتنة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ثلاث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النساء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سيف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الشيطان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وحبّ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رمح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الشيطان،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وحبّ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الدينار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والدرهم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الشيطان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أحبّ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النساء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ينتفع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بعيشه،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أحبّ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حرّمت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أحبّ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الدينار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والدرهم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الدنيا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2267E9" w:rsidRPr="005A2365" w:rsidRDefault="002267E9" w:rsidP="00E30FF0">
      <w:pPr>
        <w:bidi w:val="0"/>
        <w:jc w:val="lowKashida"/>
        <w:rPr>
          <w:rFonts w:ascii="Traditional Arabic" w:hAnsi="Traditional Arabic" w:cs="Traditional Arabic"/>
          <w:sz w:val="10"/>
          <w:szCs w:val="10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Default="002267E9" w:rsidP="00E30FF0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علّة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تحريم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</w:p>
    <w:p w:rsidR="002267E9" w:rsidRDefault="002267E9" w:rsidP="00656A8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عصف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ذهني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</w:p>
    <w:p w:rsidR="002267E9" w:rsidRPr="00E30FF0" w:rsidRDefault="002267E9" w:rsidP="00656A8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لماذا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حرّم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الخمر؟</w:t>
      </w:r>
    </w:p>
    <w:p w:rsidR="002267E9" w:rsidRPr="00E30FF0" w:rsidRDefault="002267E9" w:rsidP="00E30FF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لأنها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الخبائث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ورأس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Default="002267E9" w:rsidP="00B06042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روي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أنّزنديقاً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Pr="00E30FF0">
        <w:rPr>
          <w:rFonts w:ascii="Traditional Arabic" w:hAnsi="Traditional Arabic" w:cs="Traditional Arabic"/>
          <w:color w:val="000000"/>
          <w:sz w:val="32"/>
          <w:szCs w:val="32"/>
        </w:rPr>
        <w:t xml:space="preserve"> :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لذّة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أفضل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منها؟</w:t>
      </w:r>
    </w:p>
    <w:p w:rsidR="002267E9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حرّمها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لأنّها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أمّالخبائث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ورأس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شرّ،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يأتي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ساعة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يسلب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لبّه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يعرف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ربّه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يترك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معصيةإلاّ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ركبها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إلاّ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انتهكها،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رحمًا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ماسة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إلاّ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قطعها،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فاحشة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إلاّأتاها،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والسكران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زمامه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الشيطان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إنْ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يسجد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للأوثان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سجد،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وينقاد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حيثماقاده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لتحصين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العقل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فرض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...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ترك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تحصينًا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للعقل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لفسادها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-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عندما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سأله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المفضل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تحريم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-: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لفعلها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وفسادها،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مُدْمِن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تورثِه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الارتعاش،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وتذهب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بنوره،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وتهدم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مروّته،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وتحمله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يجترئ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ارتكاب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المحارم،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وسفك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الدماء،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وركوب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الزنا،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يؤْمَن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سَكِر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يَثِب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حُرَمِه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يعقل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ذلك،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يزيد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لأفاعيلها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الباقر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أفاعيل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تعلو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ذنب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تعلو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شجرتها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شجرة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يكون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الرضا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الفساد،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تغييرها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عقول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شاربيها،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وحملها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إيّاهم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إنكار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وجلّ،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والفِرْيَة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رُسُله،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وسائر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يكون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الفساد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والقتل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لعاقبتها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الكاظم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</w:t>
      </w:r>
    </w:p>
    <w:p w:rsidR="002267E9" w:rsidRPr="00E30FF0" w:rsidRDefault="002267E9" w:rsidP="008A2BC0">
      <w:pPr>
        <w:autoSpaceDE w:val="0"/>
        <w:autoSpaceDN w:val="0"/>
        <w:adjustRightInd w:val="0"/>
        <w:spacing w:after="0"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وجلّ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يحرّم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لاسمها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ولكنّه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حرّمها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لعاقبتها،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عاقبته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عاقبة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367595" w:rsidRDefault="002267E9" w:rsidP="00367595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إحصاءات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وأرقام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حول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والمشروبات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الكحولية</w:t>
      </w:r>
    </w:p>
    <w:p w:rsidR="002267E9" w:rsidRDefault="002267E9" w:rsidP="00367595">
      <w:pPr>
        <w:pStyle w:val="ListParagraph"/>
        <w:ind w:left="360"/>
        <w:jc w:val="lowKashida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              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ريبورتاج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)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قدرت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خسائر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الولايات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المتحدة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المادية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تناول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113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مليون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دولار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تقدر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الوفيات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الناتجة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تعاطي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الولايات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المتحدة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بالتالي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25000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نتيجة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حوادث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الطرقات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الخمور،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15000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نتيجة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جرائم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القتل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والانتحار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تحت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15000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نتيجة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الأمراض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تسببها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  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يقدّر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ينفقه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الشعب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الأمريكي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سنويا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120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مليون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دولار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ذكر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تقرير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الكلية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الملكية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للأطباء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العموميين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بريطانيا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عدد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يلاقون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حتفهم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تعاطي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الخمور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40000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شخص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سنويا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ينفق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الشعب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البريطاني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سنويا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11000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مليون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جنيه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استرلينيوهو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أكثر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ينفق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اللباس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والسيارات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والمستشفيات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والجامعات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مجتمعة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تخسر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بريطانيا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8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15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مليون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عمل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سنويا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الإجازات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المرضية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الناتجة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تعاطي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50 %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حوادث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العالم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أجمع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قيادة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السيارة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أثناء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تعاطي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الخمور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عدد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الوفيات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الناتج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الاتحاد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السوفياتي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سابقا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يقارب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المليون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شخص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سنويا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spacing w:after="0" w:line="240" w:lineRule="auto"/>
        <w:ind w:left="720"/>
        <w:jc w:val="right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نقلا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كتاب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الأضرار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الصحية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للمسكرات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والمنبهات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spacing w:after="0" w:line="240" w:lineRule="auto"/>
        <w:ind w:left="720"/>
        <w:jc w:val="right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للدكتور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محمد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البار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spacing w:before="100" w:beforeAutospacing="1" w:after="100" w:afterAutospacing="1" w:line="240" w:lineRule="atLeast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تشير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التقارير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37%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الجرائم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بولندا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4"/>
        </w:numPr>
        <w:spacing w:after="0" w:line="240" w:lineRule="auto"/>
        <w:ind w:left="849" w:hanging="489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تشير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التقارير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50%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حوادث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القتل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والاغتصاب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أستراليا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spacing w:before="100" w:beforeAutospacing="1" w:after="100" w:afterAutospacing="1" w:line="240" w:lineRule="atLeast"/>
        <w:jc w:val="right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والمخدّرات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الشريعة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والقانون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spacing w:before="100" w:beforeAutospacing="1" w:after="100" w:afterAutospacing="1" w:line="240" w:lineRule="atLeast"/>
        <w:jc w:val="right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الأستاذعزّة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الحسنين</w:t>
      </w:r>
    </w:p>
    <w:p w:rsidR="002267E9" w:rsidRDefault="002267E9" w:rsidP="00E30FF0">
      <w:pPr>
        <w:numPr>
          <w:ilvl w:val="0"/>
          <w:numId w:val="4"/>
        </w:numPr>
        <w:tabs>
          <w:tab w:val="left" w:pos="991"/>
        </w:tabs>
        <w:spacing w:after="0" w:line="240" w:lineRule="auto"/>
        <w:ind w:left="849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حسب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الإحصائيّة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نشرها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معهد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الطب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القانوني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مدينة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نيون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الجرائم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الإجتماعية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للمدمنين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النحو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التالي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القتلة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50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المعتدون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بالضرب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والجرح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المدمنين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8,77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السرقات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المدمنين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5,88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الجرائم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الجنسية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المرتبطة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بالمدمنين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8,88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هذه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الإحصائيات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تشير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الأكثرية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الساحقة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الجرائم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ترتكب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حالة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Default="002267E9" w:rsidP="00367595">
      <w:pPr>
        <w:tabs>
          <w:tab w:val="left" w:pos="991"/>
        </w:tabs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Default="002267E9" w:rsidP="00367595">
      <w:pPr>
        <w:tabs>
          <w:tab w:val="left" w:pos="991"/>
        </w:tabs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</w:p>
    <w:p w:rsidR="002267E9" w:rsidRPr="00E30FF0" w:rsidRDefault="002267E9" w:rsidP="00E30FF0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مفاسد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والمشروبات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الكحولية</w:t>
      </w:r>
      <w:r w:rsidRPr="00E30FF0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: </w:t>
      </w:r>
    </w:p>
    <w:p w:rsidR="002267E9" w:rsidRDefault="002267E9" w:rsidP="00E30FF0">
      <w:pPr>
        <w:spacing w:after="0" w:line="240" w:lineRule="auto"/>
        <w:ind w:left="4229"/>
        <w:jc w:val="lowKashida"/>
        <w:rPr>
          <w:rFonts w:ascii="Traditional Arabic" w:hAnsi="Traditional Arabic" w:cs="Traditional Arabic"/>
          <w:strike/>
          <w:sz w:val="32"/>
          <w:szCs w:val="32"/>
          <w:rtl/>
        </w:rPr>
      </w:pPr>
    </w:p>
    <w:p w:rsidR="002267E9" w:rsidRDefault="002267E9" w:rsidP="00E30FF0">
      <w:pPr>
        <w:spacing w:after="0" w:line="240" w:lineRule="auto"/>
        <w:ind w:left="4229"/>
        <w:jc w:val="lowKashida"/>
        <w:rPr>
          <w:rFonts w:ascii="Traditional Arabic" w:hAnsi="Traditional Arabic" w:cs="Traditional Arabic"/>
          <w:strike/>
          <w:sz w:val="32"/>
          <w:szCs w:val="32"/>
          <w:rtl/>
        </w:rPr>
      </w:pPr>
    </w:p>
    <w:p w:rsidR="002267E9" w:rsidRPr="00E71ED1" w:rsidRDefault="002267E9" w:rsidP="00E30FF0">
      <w:pPr>
        <w:spacing w:after="0" w:line="240" w:lineRule="auto"/>
        <w:ind w:left="4229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71ED1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Pr="00E71ED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مقطع</w:t>
      </w:r>
      <w:r w:rsidRPr="00E71ED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71ED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فيديو</w:t>
      </w:r>
      <w:r w:rsidRPr="00E71ED1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الضّرر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العقلي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</w:p>
    <w:p w:rsidR="002267E9" w:rsidRPr="00E30FF0" w:rsidRDefault="002267E9" w:rsidP="00E30FF0">
      <w:pPr>
        <w:ind w:left="720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ريب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معاقرة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يفتقد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معه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االعقل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جزءاً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فقد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فقد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خرج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المرء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دائرة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بشريته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Default="002267E9">
      <w:pPr>
        <w:bidi w:val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الأضرار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الصحيّة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سلبي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ينتهي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بضرب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وتعطيله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B27B37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سلبي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الشراريين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القلب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خلال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التصاق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الكريات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بعضها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ببعض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يؤدي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جلطة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تسد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الأوعية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الشعرية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وتبعا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تتخرب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الأنسجة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لانعدام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الأوك</w:t>
      </w:r>
      <w:r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سجي</w:t>
      </w:r>
      <w:r>
        <w:rPr>
          <w:rFonts w:ascii="Traditional Arabic" w:hAnsi="Traditional Arabic" w:cs="Traditional Arabic" w:hint="cs"/>
          <w:sz w:val="32"/>
          <w:szCs w:val="32"/>
          <w:rtl/>
        </w:rPr>
        <w:t>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سلبي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الدماغ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خلال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ازدياد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كمية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الحامض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الجسم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احتساء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سلبي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والمفاصل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خلال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ترسب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الحامض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البولي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الناتج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الأضرار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الاجتماعية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توجد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علاقة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كبيرة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كبير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حوادث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العنف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والقتل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تناول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اقتتلوا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وسفكوا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دماء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الشديد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اغتصبوا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أقرب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إليهم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وهم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وطأة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يؤثر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الإدمان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علاقات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الإجتماعية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محيط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مهنته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وأصدقائه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تكثر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الحوادث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والقتل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قيادة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السيارة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حالة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numPr>
          <w:ilvl w:val="0"/>
          <w:numId w:val="5"/>
        </w:numPr>
        <w:spacing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زيادة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السرقات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والحوادث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والجرائم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والزنا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والاعتداء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المحارم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والاغتصاب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...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الأضرار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الأسرية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تضعف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العاطفة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العائلية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الشخص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المدمن،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ويقلّ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انشداده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بزوجته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وأبنائه،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حتّى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يقدم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قتل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أبنائه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بيده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تفكّك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الأسرة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والانحراف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لدى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الأبناء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الاعتداء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الزوجة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والأبناء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ind w:left="720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5A2365">
      <w:pPr>
        <w:tabs>
          <w:tab w:val="left" w:pos="8762"/>
        </w:tabs>
        <w:bidi w:val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br w:type="page"/>
      </w:r>
      <w:r>
        <w:rPr>
          <w:rFonts w:ascii="Traditional Arabic" w:hAnsi="Traditional Arabic" w:cs="Traditional Arabic"/>
          <w:sz w:val="32"/>
          <w:szCs w:val="32"/>
          <w:rtl/>
        </w:rPr>
        <w:tab/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الأضرار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الأخلاقية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الفحش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والبذاء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وهمامحرمان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الشريعة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ملازمان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الأغلب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التطاول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الآخرين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بالكلامالنابي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الحديث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الفجّ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والسليقة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المعوجة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الترهل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التصرفات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واللامبالاة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فيالقول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والعمل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الغضب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والاعتداء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وتتحكم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الأنانية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والأثرةبأسوأ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صورهما</w:t>
      </w:r>
      <w:r w:rsidRPr="00E30FF0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الأضرار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الإقتصادية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مشاكل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مالية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خسران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الثروات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وجنى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القمار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والمراهنات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تأثير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العبث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والإسراف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بالمال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التكسّب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بالحرام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بيعاً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وشراء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numPr>
          <w:ilvl w:val="0"/>
          <w:numId w:val="6"/>
        </w:numPr>
        <w:tabs>
          <w:tab w:val="left" w:pos="1133"/>
        </w:tabs>
        <w:spacing w:line="240" w:lineRule="auto"/>
        <w:ind w:left="849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التصرف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ببيع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وشرائها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الحرام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2D39DB" w:rsidRDefault="002267E9" w:rsidP="002D39DB">
      <w:pPr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2D39DB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تأثيرات</w:t>
      </w:r>
      <w:r w:rsidRPr="002D39DB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2D39DB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2D39DB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2D39DB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2D39DB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2D39DB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النسل</w:t>
      </w:r>
      <w:r w:rsidRPr="002D39DB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يزوّج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خطب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السّلام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زوّج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كريمته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قطع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رحمها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السّلام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"...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خطب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إليكم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تزوّجوه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زوّج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ابنته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فكأنّما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قادها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الزنا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رأي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العلم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يمكن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يتولّد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الرجل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السالم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أحد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عشر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طفلاً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يتولّد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المعتاد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واحد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ثلاثة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أطفال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سالمين،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وحتى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أيضًا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معرض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الأمراض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المختلفة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قبيل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السكتة،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الصرع،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العصبيّة،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الجنون،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رشد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قواهم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العقليّة،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ونقص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وغيرها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360632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الدكتور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الأمريكي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نالين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</w:p>
    <w:p w:rsidR="002267E9" w:rsidRPr="00E30FF0" w:rsidRDefault="002267E9" w:rsidP="00360632">
      <w:pPr>
        <w:spacing w:after="0" w:line="240" w:lineRule="auto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كتاب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الذنوب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الكبيرة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الزوج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والزّوجة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الاتصال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الجنسي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بينهما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يعتبر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جريمة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عظيمة،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لأنّ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ينشؤون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ظروف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كهذه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يشكون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الغالب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عوارض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عصبيّة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ونفسيّة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قابلة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للعلاج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360632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الدكتور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ألكسيس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كاريل</w:t>
      </w:r>
    </w:p>
    <w:p w:rsidR="002267E9" w:rsidRPr="00E30FF0" w:rsidRDefault="002267E9" w:rsidP="00360632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الطفل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الوراثة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والتربية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إحصاءات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طبية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تقول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الإحصائيات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حسب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تحقيقات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الأطباء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يوجد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فرنسا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مائتا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طفل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مجنون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80%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المجانين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40%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مرضى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المعاشرة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ضحيّة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استعمال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بريطانيا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90%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تقريباً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المجانين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المواد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خالطت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نطف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الآباء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35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عوارض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الإدمان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الحادّة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تنتقل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الوليد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انعقاد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النطفة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سكراناً،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الوالدان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سكرانين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فترتفع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نسبة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هذه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العوارض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وهذه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إحصائيات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تبيّن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آثار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الإدمان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ولدوا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قبل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موعد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ولادتهم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الطبيعي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أبوين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45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أُمّ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31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17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ولدوا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يحملون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مقوّمات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استمرار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الحياة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6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45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يتمتّعون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بطول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طبيعي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والدين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75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45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Default="002267E9" w:rsidP="00E30F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وأخيراً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الأطفال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يفتقدون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القوّة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العقلية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والروحية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الكافية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أُمّهات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مدمنات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75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آباء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مدنين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75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أيضا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BD5CB5" w:rsidRDefault="002267E9" w:rsidP="00BD5CB5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عاقبة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شارب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2267E9" w:rsidRPr="00E30FF0" w:rsidRDefault="002267E9" w:rsidP="00E30FF0">
      <w:pPr>
        <w:spacing w:after="0" w:line="240" w:lineRule="auto"/>
        <w:ind w:left="567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):"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أربعة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تدخل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بيتا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واحدة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خرِب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يعمر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بالبركة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الخيانة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والسرقة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والزناء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spacing w:after="0" w:line="240" w:lineRule="auto"/>
        <w:ind w:left="567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خمراً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يقبل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صلاته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أربعين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  <w:r w:rsidRPr="00E30FF0">
        <w:rPr>
          <w:rFonts w:ascii="Traditional Arabic" w:hAnsi="Traditional Arabic" w:cs="Traditional Arabic"/>
          <w:sz w:val="32"/>
          <w:szCs w:val="32"/>
        </w:rPr>
        <w:br/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كعابد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الوثن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يقبل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صلاته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أربعين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يومًا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".</w:t>
      </w:r>
    </w:p>
    <w:p w:rsidR="002267E9" w:rsidRPr="00E30FF0" w:rsidRDefault="002267E9" w:rsidP="00E30FF0">
      <w:pPr>
        <w:spacing w:after="0" w:line="240" w:lineRule="auto"/>
        <w:ind w:left="567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فاجلدوه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فإنْ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فاجلدوه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فإنْ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فاقتلوه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spacing w:after="0" w:line="240" w:lineRule="auto"/>
        <w:ind w:left="567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الريّ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يموتون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عطاشا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ويحشرون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عطاشا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ويدخلون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عطاشا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spacing w:after="0" w:line="240" w:lineRule="auto"/>
        <w:ind w:left="567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ابتلاه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بخمسة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أشياء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قسا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قلبه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والثاني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تبرأ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جبرائيل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وميكائيل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واسرافيل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وجميع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الملائكة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والثالث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تبرأ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جميع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الأنبياء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والأئمة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والرابع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تبرأ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الجبار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جلاله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والخامس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وَأَمَّا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فَسَقُوا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فَمَأْوَاهُمُ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النَّارُ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كُلَّمَا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أَرَادُوا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أَنْ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يَخْرُجُوا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مِنْهَا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أُعِيدُوا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فِيهَا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وَقِيلَ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لَهُمْ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ذُوقُوا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عَذَابَ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النَّارِ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الَّذِي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كُنْتُمْ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بِهِ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تُكَذِّبُونَ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).</w:t>
      </w:r>
    </w:p>
    <w:p w:rsidR="002267E9" w:rsidRPr="00E30FF0" w:rsidRDefault="002267E9" w:rsidP="00E30FF0">
      <w:pPr>
        <w:spacing w:after="0" w:line="240" w:lineRule="auto"/>
        <w:ind w:left="567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الآخرة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كعابد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الوثن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تبارك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وتعالى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كعابد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وثن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يدخل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الجنّة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يدخل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عاق،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مؤمن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بسحْر،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مُدْمِن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خمر،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مكذّبٌ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بقدر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يخرج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الإيمان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يلقاه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كافرا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يحشر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بصورة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قبيحة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يجيء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القيامة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مزرقّة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عيناه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مسودّا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وجهه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مائلا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شفته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يسيل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لعابه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مشدودة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ناصيته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إبهام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قدميه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..."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يحشر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آيسا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رحمة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يخرج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الخمّار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قبره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مكتوب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عينيه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آيسٌ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رحمة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يحشر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عطشانًا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والذي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بعثني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بالحقّ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نبيا،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القيامة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مسودّا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وجهه،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يضرب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برأسه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وينادي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واعطشاه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يحرم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شفاعة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ينال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شفاعتي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استخفّ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بصلاته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يرد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الحوض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ينال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شفاعتي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يرد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الحوض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حظيرة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القدس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حظيرة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القدس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مدمن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خمر،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عاقّ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والديه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يعذّب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360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نوعا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يعذّبه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بستين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وثلاثمائة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نوع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العذاب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يخاصمه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القرآن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والذي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بعثني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بالحق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قلبه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آية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القرآن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صبّ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حرف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القيامة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فيخاصمه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وجل،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القرآن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خصماً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خصماً،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خصماً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         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جهنم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لوادياً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يستغيث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النّار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سبعين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مرة،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الوادي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نار،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البيت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نار،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تابوت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نار،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التابوت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حيّة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رأس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رأس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فم،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عشرة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آلاف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ذراع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قلت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العذاب؟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لشارب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حملة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القرآن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سكراناً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عاين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الموت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سكراناً،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ودخل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القبر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سكراناً،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ويوقف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سكراناً،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فيقول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مالك؟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فيقول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سكران،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فيقول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بهذا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أمرتك؟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اذهبوا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سكران،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فيذهب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وسط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جهنم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تجري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مِدّة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ودما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طعامه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وشرابه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إلاّ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pStyle w:val="ListParagraph"/>
        <w:numPr>
          <w:ilvl w:val="0"/>
          <w:numId w:val="8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القيامة،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خرج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جهنم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جنس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عقرب،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رأسه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السماء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السابعة،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وذنبه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الثرى،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وفمه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المشرق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المغرب،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حارب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ورسوله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هبط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جبرائيل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السّلام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عقرب،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تريد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أريد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خمسة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نفر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تارك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الصلاة،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ومانع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الزكاة،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الربا،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وشارب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وقوماً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يحدثون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المسجد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حديث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Default="002267E9" w:rsidP="00E30FF0">
      <w:pPr>
        <w:pStyle w:val="ListParagraph"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BD5CB5" w:rsidRDefault="002267E9" w:rsidP="00BD5CB5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الحث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على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ترك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</w:p>
    <w:p w:rsidR="002267E9" w:rsidRDefault="002267E9" w:rsidP="0036063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Pr="003606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مقطع</w:t>
      </w:r>
      <w:r w:rsidRPr="0036063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فيد</w:t>
      </w:r>
      <w:r w:rsidRPr="003606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يو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</w:p>
    <w:p w:rsidR="002267E9" w:rsidRPr="00360632" w:rsidRDefault="002267E9" w:rsidP="0036063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هل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صحيح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أن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ترك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شرب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الخمر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لصيانة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نفسه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لا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يؤجر؟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لمخافة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حلف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بعزته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وجلاله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عبادي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جرعة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إلاّ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سقيته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مثلها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الصديد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مغفوراً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أومعذّباً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يتركها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مخافتي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إلاّ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سقيته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مثلها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حياض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القدس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المسكر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يفنى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عمره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الأوثان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ترك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مُسْكرا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مخافة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عزّ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أدخله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وسقاه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الرحيق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المختوم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ثانيا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ترك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سقاه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الرحيق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المختوم،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نعم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صيانة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لنفسه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"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>"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ترك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سقاه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الرحيق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المختوم،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يابن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ترك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نعم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صيانة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لنفسه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2267E9" w:rsidRPr="00BD5CB5" w:rsidRDefault="002267E9" w:rsidP="00BD5CB5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المقاطعة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الاجتماعية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لشارب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يُسلّم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يُردّ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سلامه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سلّموا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اليهود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والنصارى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تسلّموا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سلّم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عليكم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تردّوا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جوابه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يُجاور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يُصادق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مجاورة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اليهود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والنصارى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خير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مجاورة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تصادقوا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مصادقته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ندامة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يُجالس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يُعاد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يُشيّع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تجالسوا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تعودوا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مرضاهم،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تشيّعوا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جنائزهم،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تصلّوا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أمواتهم،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فإنّهم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كلاب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أهل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عزَّ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وجلّ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اخسَئُوا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فِيها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تكلمون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)" .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يُطعم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يُسقى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تُقضى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حوائجه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ألا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أطعم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بلقمة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الطعام،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الماء،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سَلّط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قبره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حيّات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وعقارب،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طول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أسنانها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وعشرون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ذراعاً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وأطعمه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صديد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جهنم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القيامة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قضى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حاجته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فكأّنما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قتل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مؤمن،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هدم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الكعبة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سلّم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لعنة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سبعين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».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يُزوج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أطعم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لقمة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سلّط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جسده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وعقرباً،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قضى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حاجته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أعان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هدم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الإسلام،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أقرضه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أعان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قتل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مؤمن،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جالسه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حشره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القيامة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أعمى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حجّة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تزوّجوه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مرض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تعودوه،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فوالذي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بعثني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بالحق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نبياً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إلاّ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ملعون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التوراة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والإنجيل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والقرآن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يُصدّق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يُؤتمن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تُصدّقوه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حدّث،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تُزوّجوه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خطب،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تعودوه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مرض،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تحضروه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مات،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تأتمنوه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أمانة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يُحذر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مثل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كمثل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الكبريت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فاحذروه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ينتنكم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ينتن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الكبريت،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يصبح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ويمسي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سخط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أحد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يبيت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سكران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للشيطان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عروسا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الصباح،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أصبح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وجب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يغتسل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يغتسل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الجنابة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يُصافح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يُعانق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سلَّم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عانقه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>صافحه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أحبط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عمله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أربعين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tl/>
        </w:rPr>
        <w:br w:type="page"/>
      </w:r>
    </w:p>
    <w:p w:rsidR="002267E9" w:rsidRPr="00BD5CB5" w:rsidRDefault="002267E9" w:rsidP="00BD5CB5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الملعونون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بالخمر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عشرة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>: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الدنيا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سقاه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تعالى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يوم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القيامة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الأساود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العقارب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يتساقط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لحم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وجهه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الإناء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قبل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يشربها،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تفسخ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لحمه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وجلده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كالجيفة،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يتأذى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أهل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الجمع،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يؤمر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وشاربها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وساقيها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وعاصرها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ومعتصرها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وبائعها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ومبتاعها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وحاملها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والمحمولة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سواء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عارها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وإثمها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سقاها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غيره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يهودياً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نصرانياً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امرأة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صبياً،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الناس،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كوزر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باعها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اشتراها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لغيره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عصرها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اعتصرها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يقبل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صيامًا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حجًّا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اعتماراً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يتوب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قبل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يتوب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حقًّا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يسقيه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جرعة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الدنيا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صديد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جهنم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جعفر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عشرة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غارسها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حارسها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عاصرها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وشاربها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ساقيها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حاملها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المحمول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بايعها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مشتريها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ثمنها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2267E9" w:rsidRDefault="002267E9" w:rsidP="00B75540">
      <w:pPr>
        <w:bidi w:val="0"/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Default="002267E9" w:rsidP="00BD5CB5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النهي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عن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الجلوس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على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موائد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يؤمن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واليوم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الآخر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يجلس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رواية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أخرى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يأكل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ملعون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ملعون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جلس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طائعًا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يُشْرَب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تجلسوا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يُشْرَب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لايدري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متى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يُؤخذ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الجلوس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مجلس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اضطراراً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حكم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الجلوس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تُشرب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وأنا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أعوذ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ولكنّني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مضطر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بالحضور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المجلس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لأنّه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اجتماع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عمل؟</w:t>
      </w:r>
    </w:p>
    <w:p w:rsidR="002267E9" w:rsidRPr="00E30FF0" w:rsidRDefault="002267E9" w:rsidP="00E30FF0">
      <w:pPr>
        <w:pStyle w:val="NormalWeb"/>
        <w:bidi/>
        <w:ind w:left="108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الجلوس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مائدة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اختياراً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وحكم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الضرورة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هنا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الاضطرار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كغيرهما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الموارد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الأخرى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pStyle w:val="ListParagraph"/>
        <w:numPr>
          <w:ilvl w:val="0"/>
          <w:numId w:val="12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الأحيان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يُقام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حفل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ضيافة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جماعية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أساتذة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جامعة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إحدى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البلدان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الأجنبية،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المعلوم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مسبقًا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وجود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المجالس،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التكليف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الشرعي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للطلبة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الجامعيين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يريدون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المشاركة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الحفل؟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spacing w:after="0" w:line="240" w:lineRule="auto"/>
        <w:ind w:left="80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لأحد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الحضور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مجلس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تُشرب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الخمور،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ودعوهم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يعرفوكم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بأنّكم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أنتم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مسلمون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تشربون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تحضرون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مجلس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pStyle w:val="NormalWeb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الجلسات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والندوات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العلمية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تقام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بعض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البلاد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الإسلامية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يُستفاد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عادة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الكحولية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لاستضافة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الحضور،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تجوز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المشاركة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هذه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الجلسات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والندوات؟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NormalWeb"/>
        <w:bidi/>
        <w:ind w:left="80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الحضور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مجلس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اضطر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إليه،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هذه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الحالة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يقتصر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حضوره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وجلوسه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مقدار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الضرورة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E30FF0">
      <w:pPr>
        <w:pStyle w:val="NormalWeb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أنا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طالب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بلد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أوروبي،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دعاني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شخص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منزله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فلبّيت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دعوته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وعندما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كنا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نتحدث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بدأ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الخمر؛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عليّ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إثمٌ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كفارته؟</w:t>
      </w:r>
    </w:p>
    <w:p w:rsidR="002267E9" w:rsidRPr="00E30FF0" w:rsidRDefault="002267E9" w:rsidP="00E30FF0">
      <w:pPr>
        <w:pStyle w:val="NormalWeb"/>
        <w:bidi/>
        <w:ind w:left="804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البقاء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مائدة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مفروض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السؤال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نعم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كنت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جاهلاً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بالحكم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إثم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عليك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حال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كفارة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الأمر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Default="002267E9" w:rsidP="00C751CD">
      <w:p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</w:rPr>
        <w:br w:type="page"/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أسباب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لجوء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الناس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لشرب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BD5CB5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BD5CB5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: </w:t>
      </w:r>
    </w:p>
    <w:p w:rsidR="002267E9" w:rsidRDefault="002267E9" w:rsidP="00BD5CB5">
      <w:pPr>
        <w:pStyle w:val="ListParagraph"/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ما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هي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أسباب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لجوء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الناس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لشرب</w:t>
      </w:r>
      <w:r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الخمر؟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ضعف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الوازع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الديني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وعدم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اللجوء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الشدائد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والمحن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أصدقاء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السوء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يزينون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للإنسان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قبائح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الأفعال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وقضاء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الساعات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الطويلة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الشارع</w:t>
      </w:r>
      <w:r w:rsidRPr="00E30FF0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الفراغ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,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الإشتغال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القيام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بأي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عمل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سواء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ثقافيا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رياضيا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مهنيا</w:t>
      </w:r>
      <w:r w:rsidRPr="00E30FF0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التفكك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العائلي</w:t>
      </w:r>
      <w:r w:rsidRPr="00E30FF0">
        <w:rPr>
          <w:rFonts w:ascii="Traditional Arabic" w:hAnsi="Traditional Arabic" w:cs="Traditional Arabic"/>
          <w:sz w:val="32"/>
          <w:szCs w:val="32"/>
        </w:rPr>
        <w:t>.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البحث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الإثارة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والبحث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اللذة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البحث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الدائم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الإثارة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التحدي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الهروب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مواجهة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المشكلات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وعدم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القدرة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حلها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الهروب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المشاعر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تجنب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هموم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الحياة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طريق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الهروب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الواقع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الترف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الزائد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ووفرة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لدى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كثير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الاستطلاع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والتجربة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الاعتقاد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الخاطئ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تزيد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القدرة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الجنسية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والواقع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خلاف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الرغبة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زيادة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القدرة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العمل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والسهر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والمذاكرة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تهاون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التصدي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لهذه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المشكله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سوء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التربية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وعدم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اهت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الوالدين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بتنشئة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الأبناء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الطهر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والفضيلة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الاضطرابات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العاطفية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يلاحظ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الأشخاص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يعانون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الاكتئاب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والقلق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المزمن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أكثر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عرضة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للإصابة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بإدمان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الخمور</w:t>
      </w:r>
      <w:r w:rsidRPr="00E30FF0">
        <w:rPr>
          <w:rFonts w:ascii="Traditional Arabic" w:hAnsi="Traditional Arabic" w:cs="Traditional Arabic"/>
          <w:sz w:val="32"/>
          <w:szCs w:val="32"/>
        </w:rPr>
        <w:t>.</w:t>
      </w:r>
    </w:p>
    <w:p w:rsidR="002267E9" w:rsidRPr="00E30FF0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الأسرة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ينشأ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الأفراد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وتكون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معتادة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معاقرة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وإقامة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مجالس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الشراب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Default="002267E9" w:rsidP="00E30FF0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العادات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والأعراف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الاجتماعية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المرافقة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لبعض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المناسبات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كالأعياد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والأعراس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والحفلات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...</w:t>
      </w:r>
    </w:p>
    <w:p w:rsidR="002267E9" w:rsidRDefault="002267E9" w:rsidP="005F775A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التأثّر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بالدعاية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والإعلان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يروّج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للخمر</w:t>
      </w:r>
      <w:r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Default="002267E9" w:rsidP="005F775A">
      <w:pPr>
        <w:pStyle w:val="ListParagraph"/>
        <w:numPr>
          <w:ilvl w:val="0"/>
          <w:numId w:val="13"/>
        </w:numPr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تقليد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المشاهير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من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المغنين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والرياضيين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والفنانين</w:t>
      </w:r>
      <w:r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Default="002267E9" w:rsidP="00D550B0">
      <w:pPr>
        <w:pStyle w:val="ListParagraph"/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Default="002267E9" w:rsidP="00D550B0">
      <w:pPr>
        <w:pStyle w:val="ListParagraph"/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Default="002267E9" w:rsidP="00D550B0">
      <w:pPr>
        <w:pStyle w:val="ListParagraph"/>
        <w:tabs>
          <w:tab w:val="left" w:pos="566"/>
          <w:tab w:val="left" w:pos="991"/>
        </w:tabs>
        <w:spacing w:line="240" w:lineRule="auto"/>
        <w:ind w:left="424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E30FF0" w:rsidRDefault="002267E9" w:rsidP="00E30FF0">
      <w:pPr>
        <w:bidi w:val="0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</w:p>
    <w:p w:rsidR="002267E9" w:rsidRPr="007F6F98" w:rsidRDefault="002267E9" w:rsidP="007F6F98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قليل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المسكر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ككثيره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: </w:t>
      </w:r>
    </w:p>
    <w:p w:rsidR="002267E9" w:rsidRDefault="002267E9" w:rsidP="003E46D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مقطع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الفيديو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</w:p>
    <w:p w:rsidR="002267E9" w:rsidRDefault="002267E9" w:rsidP="003E46D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رأيكم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بالحوار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الذي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جرى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الناحية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الشرعية،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ومن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الناحية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الطبية؟</w:t>
      </w:r>
    </w:p>
    <w:p w:rsidR="002267E9" w:rsidRDefault="002267E9" w:rsidP="003E46D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3E46D4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r w:rsidRPr="003E46D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من</w:t>
      </w:r>
      <w:r w:rsidRPr="003E46D4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3E46D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الناحية</w:t>
      </w:r>
      <w:r w:rsidRPr="003E46D4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3E46D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الشرعية</w:t>
      </w:r>
      <w:r w:rsidRPr="003E46D4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صلّى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 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ابن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مسعود،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والذي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بعثني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بالحق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نبياً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ليأتي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زمان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يستحلّون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ويسقون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النبيذ،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لعنة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والملائكة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والناس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أجمعين،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بريء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براء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ابن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مسعود،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الزانيِ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بأمّه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أهون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يأكل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الربا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مثقال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خردل،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قليلاَ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كثيراً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أشد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أكلة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الربا،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لأنّه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مفتاح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أولئك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يظلمون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الأبرار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ويصادقون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الفجّار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والفسقة،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الحقُ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عندهم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باطل،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والباطل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عندهم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حقٌّ،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للدنيا،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يعلمون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أنَّهم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غير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الحق،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ولكن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زيَّن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الشيطان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أعمالهم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فصدّهم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السبيل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يهتدون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ورضوا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بالحياة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الدينا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واطمأنوا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والذين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آياتنا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غافلون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*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أولئك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مأواهم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يكسبون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كثيره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فالجرعة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الإمام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الصادق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حرام،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كثيره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فقليله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حرام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2267E9" w:rsidRPr="003E46D4" w:rsidRDefault="002267E9" w:rsidP="003E46D4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r w:rsidRPr="003E46D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من</w:t>
      </w:r>
      <w:r w:rsidRPr="003E46D4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3E46D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الناحية</w:t>
      </w:r>
      <w:r w:rsidRPr="003E46D4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3E46D4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الطبية</w:t>
      </w:r>
      <w:r w:rsidRPr="003E46D4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أطباء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الغرب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يحذّرون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المؤتمر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العالمي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لمكافحة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والإدمان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-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واشنطن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/>
          <w:color w:val="000000"/>
          <w:sz w:val="32"/>
          <w:szCs w:val="32"/>
        </w:rPr>
        <w:footnoteReference w:id="2"/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استخدام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ولو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بمقدار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تلِفَات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مخيّة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كثيرة،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فحينما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يشعر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الإنسان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باللذّة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والسرور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تناول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قليلة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يعلم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ساعد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إفناء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خلايا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مخّه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يتصوّر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تناول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قليلة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يشكّل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خطراً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إنّه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ضروري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أيضاً،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فالبعض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يعتقد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ارتشاف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شيء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المجلس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يؤدي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الإدمان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يسبب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تلفات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مخيّة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بينما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تدلّ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البحوث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الواسعة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أُجريت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هذا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المجال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الكحوليّة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تسبّب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اختلالاً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وظيفة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الخلايا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المخيّة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بمعدّل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جدًّا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</w:p>
    <w:p w:rsidR="002267E9" w:rsidRPr="00E30FF0" w:rsidRDefault="002267E9" w:rsidP="007F6F98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الدكتور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كنزلي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) 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طبيب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أمضى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سنوات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طويلة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الدراسة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والتحقيق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حول</w:t>
      </w:r>
      <w:r w:rsidRPr="00E30F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الإدمان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ريب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الكحول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أخطر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أعداء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الإنسان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ويتعرّض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لخطر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العدو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أيضاً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أولئك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يشربون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قليلاً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الفينة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والأخرى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7F6F98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الدكتور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بنينغتون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</w:t>
      </w:r>
    </w:p>
    <w:p w:rsidR="002267E9" w:rsidRPr="00E30FF0" w:rsidRDefault="002267E9" w:rsidP="00E30FF0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التخريب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الحاصل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أنسجة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الجسم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نتيجة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مرّة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واحدة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يمكن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تخريباً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دائماً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قابل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للتراجع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". </w:t>
      </w:r>
    </w:p>
    <w:p w:rsidR="002267E9" w:rsidRPr="00E30FF0" w:rsidRDefault="002267E9" w:rsidP="007F6F98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كتاب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/>
          <w:sz w:val="32"/>
          <w:szCs w:val="32"/>
        </w:rPr>
        <w:t>Alcoholism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)</w:t>
      </w:r>
    </w:p>
    <w:p w:rsidR="002267E9" w:rsidRPr="007F6F98" w:rsidRDefault="002267E9" w:rsidP="007F6F98">
      <w:pPr>
        <w:pStyle w:val="ListParagraph"/>
        <w:numPr>
          <w:ilvl w:val="0"/>
          <w:numId w:val="1"/>
        </w:numPr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الحدّ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الشرعي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على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شارب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  <w:r w:rsidRPr="007F6F98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الخمر</w:t>
      </w:r>
      <w:r w:rsidRPr="007F6F98"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  <w:t xml:space="preserve"> 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زمن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):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سُئل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أبو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كيف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ضرب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رسول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صلى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وآله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يضرب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بالنعال،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ويزيد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وينقص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الناس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بعد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يزيدون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وينقصون،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ليس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محدود،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وقف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طالب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ثمانين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جلدة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حيث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ضرب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قدامة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مظعون،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...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القليل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آبائه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المؤمنين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القليل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والكثير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الأشربة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المسكرة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سواء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ثمانون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جلده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اليهودي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والنصراني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والمجوسي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المؤمنين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أنه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يضرب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الحرّ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النبيذ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ثمانين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[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جلدة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]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وكذلك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يضرب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اليهودي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والنصراني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والمجوسي،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أظهروا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مصر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أمصار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المسلمين،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إنّما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لهم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بيوتهم،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أظهروه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ضُرِبوا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المسكر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المختصّ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بالحدّ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الرضا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كلّ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مسكر،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مثل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على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شهر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رمضان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الرضا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):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وإنْ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شهر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رمضان،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جلد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مائة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ثمانون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وعشرون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لحرمة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شهر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رمضان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أعاد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الشراب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بعد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الجلد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مرتين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: 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الفضيل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يسار،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سألت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أبا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عبد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كيف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يصنع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أمير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المؤمنين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يحدّه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عاد،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يحدّه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فإن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عاد،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يقتله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فكيف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يصنع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بشارب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المسكر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مثل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قلت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: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مسكر،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كمن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شربة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.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سواء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".</w:t>
      </w:r>
    </w:p>
    <w:p w:rsidR="002267E9" w:rsidRPr="00E30FF0" w:rsidRDefault="002267E9" w:rsidP="00E30F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حدّ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الفقاع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البيرة</w:t>
      </w:r>
      <w:r w:rsidRPr="00E30FF0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):</w:t>
      </w:r>
    </w:p>
    <w:p w:rsidR="002267E9" w:rsidRPr="00E30FF0" w:rsidRDefault="002267E9" w:rsidP="00E30FF0">
      <w:pPr>
        <w:autoSpaceDE w:val="0"/>
        <w:autoSpaceDN w:val="0"/>
        <w:adjustRightInd w:val="0"/>
        <w:spacing w:after="0" w:line="240" w:lineRule="auto"/>
        <w:ind w:left="72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أبي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الحسن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السلام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حين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سئل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عن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الفقاع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فقال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>: "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خمر،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وفيه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حدّ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". </w:t>
      </w:r>
    </w:p>
    <w:p w:rsidR="002267E9" w:rsidRDefault="002267E9" w:rsidP="00FF443E">
      <w:pPr>
        <w:pStyle w:val="NormalWeb"/>
        <w:bidi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2"/>
          <w:szCs w:val="32"/>
          <w:rtl/>
        </w:rPr>
        <w:t>استفتاءات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</w:p>
    <w:p w:rsidR="002267E9" w:rsidRPr="001E039E" w:rsidRDefault="002267E9" w:rsidP="00367595">
      <w:pPr>
        <w:pStyle w:val="ListParagraph"/>
        <w:jc w:val="lowKashida"/>
        <w:rPr>
          <w:rFonts w:ascii="Traditional Arabic" w:hAnsi="Traditional Arabic" w:cs="Traditional Arabic"/>
          <w:b/>
          <w:bCs/>
          <w:color w:val="1A3643"/>
          <w:sz w:val="32"/>
          <w:szCs w:val="32"/>
          <w:rtl/>
        </w:rPr>
      </w:pPr>
      <w:r w:rsidRPr="001E039E">
        <w:rPr>
          <w:rFonts w:ascii="Traditional Arabic" w:hAnsi="Traditional Arabic" w:cs="Traditional Arabic" w:hint="cs"/>
          <w:b/>
          <w:bCs/>
          <w:color w:val="1A3643"/>
          <w:sz w:val="32"/>
          <w:szCs w:val="32"/>
          <w:rtl/>
        </w:rPr>
        <w:t>استفتاءات</w:t>
      </w:r>
    </w:p>
    <w:p w:rsidR="002267E9" w:rsidRPr="00E30FF0" w:rsidRDefault="002267E9" w:rsidP="00367595">
      <w:pPr>
        <w:pStyle w:val="NormalWeb"/>
        <w:bidi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العمل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معمل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تعليب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لحم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الخنزير،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تصنيع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الملاهي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الليلية،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مراكز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الفساد؟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حكم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الدخل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الحاصل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ذلك؟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367595">
      <w:pPr>
        <w:pStyle w:val="NormalWeb"/>
        <w:bidi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الاشتغال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بالأمور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المحرّمة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شرعا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قبيل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لحم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الخنزير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إنشاء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وإدارة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ملاهي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ليلية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مراكز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للفساد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والفحشاء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والقمار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وأمثالها،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ويحرم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التكسّب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بها،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تملك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الأجرة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المأخوذة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مقابل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المقصود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يقال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: (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شارب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صلاة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صيام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أربعين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يوما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يصلي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طوال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الفترة،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يقضي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فاته؟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المقصود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الجمع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الأداء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والقضاء؟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القضاء،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يكتفي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بالأداء،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ثوابها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أقلّ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الأخرى؟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المقصود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مانع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قبول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والصيام،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يسقط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التكليف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بالصلاة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والصيام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367595">
      <w:pPr>
        <w:pStyle w:val="ListParagraph"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شخص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يبيع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أخرى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محلّلة،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فهل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المحلّلة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الأموال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تؤخذ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بقي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الثمن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المدفوع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حلال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شيء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محلّه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المحلّلة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بعدما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أمواله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مختلطة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بالحرام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أجل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اكتسابه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ببيع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الخمر،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أحرز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اشترى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المشروبات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المحلّلة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بمال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حلال،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وكذا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أخذ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لديه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النقود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المختلطة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بالحرام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2267E9" w:rsidRPr="00E30FF0" w:rsidRDefault="002267E9" w:rsidP="00367595">
      <w:pPr>
        <w:pStyle w:val="NormalWeb"/>
        <w:bidi/>
        <w:ind w:left="84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التكسّب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بتصليح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شاحنات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حمل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الخمور؟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367595">
      <w:pPr>
        <w:pStyle w:val="NormalWeb"/>
        <w:bidi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كانت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الشاحنات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معدّة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لنقل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الخمور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فلا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الاشتغال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بتصليحها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حكم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الشعير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المغلي؟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مانع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يصدق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الفقّاع،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ويحرم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شرب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cs"/>
          <w:sz w:val="32"/>
          <w:szCs w:val="32"/>
          <w:rtl/>
        </w:rPr>
        <w:t>الفقاع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367595">
      <w:pPr>
        <w:spacing w:after="0" w:line="240" w:lineRule="auto"/>
        <w:ind w:left="84"/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2267E9" w:rsidRPr="00E30FF0" w:rsidRDefault="002267E9" w:rsidP="00367595">
      <w:pPr>
        <w:pStyle w:val="NormalWeb"/>
        <w:bidi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س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هل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يصحّ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الخمر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لحم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الخنزير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أيّ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محرّم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الأكل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يستحلّه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إهداؤه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له؟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267E9" w:rsidRPr="00E30FF0" w:rsidRDefault="002267E9" w:rsidP="00367595">
      <w:pPr>
        <w:pStyle w:val="NormalWeb"/>
        <w:bidi/>
        <w:ind w:left="84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يجوز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بيع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إهداء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يحل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أكله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شربه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إذا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لغرض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الأكل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والشرب،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مع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علمه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بأن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المشتري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يريد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يأكله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أو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يشربه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ولو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كان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ممن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يستحلّ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30FF0">
        <w:rPr>
          <w:rFonts w:ascii="Traditional Arabic" w:hAnsi="Traditional Arabic" w:cs="Traditional Arabic" w:hint="eastAsia"/>
          <w:sz w:val="32"/>
          <w:szCs w:val="32"/>
          <w:rtl/>
        </w:rPr>
        <w:t>ذلك</w:t>
      </w:r>
      <w:r w:rsidRPr="00E30FF0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2267E9" w:rsidRPr="00E30FF0" w:rsidRDefault="002267E9" w:rsidP="00367595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2267E9" w:rsidRPr="00367595" w:rsidRDefault="002267E9" w:rsidP="00367595">
      <w:pPr>
        <w:ind w:firstLine="720"/>
        <w:rPr>
          <w:rtl/>
        </w:rPr>
      </w:pPr>
    </w:p>
    <w:sectPr w:rsidR="002267E9" w:rsidRPr="00367595" w:rsidSect="00CE3271">
      <w:footerReference w:type="default" r:id="rId7"/>
      <w:pgSz w:w="11906" w:h="16838"/>
      <w:pgMar w:top="720" w:right="720" w:bottom="720" w:left="72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7E9" w:rsidRDefault="002267E9" w:rsidP="00A17BB3">
      <w:pPr>
        <w:spacing w:after="0" w:line="240" w:lineRule="auto"/>
      </w:pPr>
      <w:r>
        <w:separator/>
      </w:r>
    </w:p>
  </w:endnote>
  <w:endnote w:type="continuationSeparator" w:id="1">
    <w:p w:rsidR="002267E9" w:rsidRDefault="002267E9" w:rsidP="00A1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E9" w:rsidRDefault="002267E9">
    <w:pPr>
      <w:pStyle w:val="Footer"/>
      <w:jc w:val="center"/>
    </w:pPr>
    <w:fldSimple w:instr=" PAGE   \* MERGEFORMAT ">
      <w:r>
        <w:rPr>
          <w:noProof/>
          <w:rtl/>
        </w:rPr>
        <w:t>22</w:t>
      </w:r>
    </w:fldSimple>
  </w:p>
  <w:p w:rsidR="002267E9" w:rsidRDefault="00226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7E9" w:rsidRDefault="002267E9" w:rsidP="00A17BB3">
      <w:pPr>
        <w:spacing w:after="0" w:line="240" w:lineRule="auto"/>
      </w:pPr>
      <w:r>
        <w:separator/>
      </w:r>
    </w:p>
  </w:footnote>
  <w:footnote w:type="continuationSeparator" w:id="1">
    <w:p w:rsidR="002267E9" w:rsidRDefault="002267E9" w:rsidP="00A17BB3">
      <w:pPr>
        <w:spacing w:after="0" w:line="240" w:lineRule="auto"/>
      </w:pPr>
      <w:r>
        <w:continuationSeparator/>
      </w:r>
    </w:p>
  </w:footnote>
  <w:footnote w:id="2">
    <w:p w:rsidR="002267E9" w:rsidRDefault="002267E9" w:rsidP="00A17BB3">
      <w:pPr>
        <w:pStyle w:val="FootnoteText"/>
      </w:pPr>
      <w:r>
        <w:rPr>
          <w:rStyle w:val="FootnoteReference"/>
          <w:rFonts w:cs="Arial"/>
        </w:rPr>
        <w:footnoteRef/>
      </w:r>
      <w:r>
        <w:rPr>
          <w:rtl/>
        </w:rPr>
        <w:t xml:space="preserve">- </w:t>
      </w:r>
      <w:r>
        <w:rPr>
          <w:rFonts w:hint="cs"/>
          <w:rtl/>
        </w:rPr>
        <w:t>الشباب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العقل</w:t>
      </w:r>
      <w:r>
        <w:rPr>
          <w:rtl/>
        </w:rPr>
        <w:t xml:space="preserve"> </w:t>
      </w:r>
      <w:r>
        <w:rPr>
          <w:rFonts w:hint="cs"/>
          <w:rtl/>
        </w:rPr>
        <w:t>والعاطفة</w:t>
      </w:r>
      <w:r>
        <w:rPr>
          <w:rtl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4852"/>
    <w:multiLevelType w:val="hybridMultilevel"/>
    <w:tmpl w:val="4774ADE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411DCA"/>
    <w:multiLevelType w:val="hybridMultilevel"/>
    <w:tmpl w:val="1F4053A6"/>
    <w:lvl w:ilvl="0" w:tplc="9306C0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3D3D34"/>
    <w:multiLevelType w:val="hybridMultilevel"/>
    <w:tmpl w:val="40CE68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7B09C3"/>
    <w:multiLevelType w:val="hybridMultilevel"/>
    <w:tmpl w:val="AB6011E2"/>
    <w:lvl w:ilvl="0" w:tplc="AA94944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DC707E"/>
    <w:multiLevelType w:val="hybridMultilevel"/>
    <w:tmpl w:val="AB6011E2"/>
    <w:lvl w:ilvl="0" w:tplc="AA94944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E337E4"/>
    <w:multiLevelType w:val="hybridMultilevel"/>
    <w:tmpl w:val="A5D08A8A"/>
    <w:lvl w:ilvl="0" w:tplc="CA92E562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96402E"/>
    <w:multiLevelType w:val="hybridMultilevel"/>
    <w:tmpl w:val="F2A653AC"/>
    <w:lvl w:ilvl="0" w:tplc="9306C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A36BF"/>
    <w:multiLevelType w:val="hybridMultilevel"/>
    <w:tmpl w:val="19F068E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FBF1FE5"/>
    <w:multiLevelType w:val="hybridMultilevel"/>
    <w:tmpl w:val="7368DC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294951"/>
    <w:multiLevelType w:val="hybridMultilevel"/>
    <w:tmpl w:val="BD9CB140"/>
    <w:lvl w:ilvl="0" w:tplc="9306C06A">
      <w:start w:val="1"/>
      <w:numFmt w:val="bullet"/>
      <w:lvlText w:val=""/>
      <w:lvlJc w:val="left"/>
      <w:pPr>
        <w:ind w:left="8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0">
    <w:nsid w:val="546748B6"/>
    <w:multiLevelType w:val="hybridMultilevel"/>
    <w:tmpl w:val="7F4272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85785E"/>
    <w:multiLevelType w:val="hybridMultilevel"/>
    <w:tmpl w:val="07886E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8E4C15"/>
    <w:multiLevelType w:val="hybridMultilevel"/>
    <w:tmpl w:val="3F921D60"/>
    <w:lvl w:ilvl="0" w:tplc="3AA07DC4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60513C"/>
    <w:multiLevelType w:val="hybridMultilevel"/>
    <w:tmpl w:val="58CCF634"/>
    <w:lvl w:ilvl="0" w:tplc="9306C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5"/>
  </w:num>
  <w:num w:numId="11">
    <w:abstractNumId w:val="1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2DE"/>
    <w:rsid w:val="00020331"/>
    <w:rsid w:val="00031082"/>
    <w:rsid w:val="00042255"/>
    <w:rsid w:val="000502E8"/>
    <w:rsid w:val="0005155C"/>
    <w:rsid w:val="00071F77"/>
    <w:rsid w:val="00143E82"/>
    <w:rsid w:val="00160E80"/>
    <w:rsid w:val="001D79AC"/>
    <w:rsid w:val="001E039E"/>
    <w:rsid w:val="00200000"/>
    <w:rsid w:val="0021029A"/>
    <w:rsid w:val="002267E9"/>
    <w:rsid w:val="002416B2"/>
    <w:rsid w:val="002C0C73"/>
    <w:rsid w:val="002C1C4B"/>
    <w:rsid w:val="002D22DE"/>
    <w:rsid w:val="002D39DB"/>
    <w:rsid w:val="0031628B"/>
    <w:rsid w:val="00330E82"/>
    <w:rsid w:val="003473F5"/>
    <w:rsid w:val="00356360"/>
    <w:rsid w:val="00357344"/>
    <w:rsid w:val="00360632"/>
    <w:rsid w:val="00367595"/>
    <w:rsid w:val="003B67EE"/>
    <w:rsid w:val="003D1B3A"/>
    <w:rsid w:val="003E46D4"/>
    <w:rsid w:val="003F6F26"/>
    <w:rsid w:val="00407E35"/>
    <w:rsid w:val="0042790F"/>
    <w:rsid w:val="004571EF"/>
    <w:rsid w:val="00457D3B"/>
    <w:rsid w:val="004C1F7D"/>
    <w:rsid w:val="0055642B"/>
    <w:rsid w:val="005A2365"/>
    <w:rsid w:val="005B775A"/>
    <w:rsid w:val="005D7152"/>
    <w:rsid w:val="005F1FDA"/>
    <w:rsid w:val="005F775A"/>
    <w:rsid w:val="00605138"/>
    <w:rsid w:val="006268E6"/>
    <w:rsid w:val="00656A82"/>
    <w:rsid w:val="00672438"/>
    <w:rsid w:val="0068572C"/>
    <w:rsid w:val="006B34B7"/>
    <w:rsid w:val="00705C48"/>
    <w:rsid w:val="00794298"/>
    <w:rsid w:val="007B28BD"/>
    <w:rsid w:val="007C6F45"/>
    <w:rsid w:val="007D04F3"/>
    <w:rsid w:val="007F6F98"/>
    <w:rsid w:val="008374AE"/>
    <w:rsid w:val="0084335B"/>
    <w:rsid w:val="00873241"/>
    <w:rsid w:val="00874B77"/>
    <w:rsid w:val="008A2BC0"/>
    <w:rsid w:val="008D1D12"/>
    <w:rsid w:val="00922297"/>
    <w:rsid w:val="009348D8"/>
    <w:rsid w:val="009950ED"/>
    <w:rsid w:val="009B1988"/>
    <w:rsid w:val="009D5C86"/>
    <w:rsid w:val="009E1E06"/>
    <w:rsid w:val="00A17BB3"/>
    <w:rsid w:val="00A3743F"/>
    <w:rsid w:val="00A764DE"/>
    <w:rsid w:val="00B06042"/>
    <w:rsid w:val="00B27B37"/>
    <w:rsid w:val="00B75540"/>
    <w:rsid w:val="00BB312F"/>
    <w:rsid w:val="00BD5CB5"/>
    <w:rsid w:val="00BE725B"/>
    <w:rsid w:val="00BF2B93"/>
    <w:rsid w:val="00C129EB"/>
    <w:rsid w:val="00C751CD"/>
    <w:rsid w:val="00C95935"/>
    <w:rsid w:val="00CA362E"/>
    <w:rsid w:val="00CE3271"/>
    <w:rsid w:val="00CF00E1"/>
    <w:rsid w:val="00D05BC1"/>
    <w:rsid w:val="00D37CDD"/>
    <w:rsid w:val="00D550B0"/>
    <w:rsid w:val="00D604A9"/>
    <w:rsid w:val="00D632FC"/>
    <w:rsid w:val="00D66D01"/>
    <w:rsid w:val="00DA1A36"/>
    <w:rsid w:val="00DD6046"/>
    <w:rsid w:val="00DF1EE9"/>
    <w:rsid w:val="00E30FF0"/>
    <w:rsid w:val="00E347D0"/>
    <w:rsid w:val="00E7057D"/>
    <w:rsid w:val="00E71ED1"/>
    <w:rsid w:val="00EA3931"/>
    <w:rsid w:val="00EF4058"/>
    <w:rsid w:val="00F24C26"/>
    <w:rsid w:val="00F334DC"/>
    <w:rsid w:val="00FD67B8"/>
    <w:rsid w:val="00FF313E"/>
    <w:rsid w:val="00FF4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CDD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5138"/>
    <w:pPr>
      <w:ind w:left="720"/>
    </w:pPr>
  </w:style>
  <w:style w:type="paragraph" w:styleId="NormalWeb">
    <w:name w:val="Normal (Web)"/>
    <w:basedOn w:val="Normal"/>
    <w:uiPriority w:val="99"/>
    <w:rsid w:val="0035636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A17B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7BB3"/>
    <w:rPr>
      <w:rFonts w:ascii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17BB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CE32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327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E32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E327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C0C73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2C0C73"/>
    <w:pPr>
      <w:spacing w:after="0" w:line="240" w:lineRule="auto"/>
    </w:pPr>
    <w:rPr>
      <w:rFonts w:ascii="Courier New" w:eastAsia="Times New Roman" w:hAnsi="Times New Roman" w:cs="Traditional Arabic"/>
      <w:noProof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C0C73"/>
    <w:rPr>
      <w:rFonts w:ascii="Courier New" w:eastAsia="Times New Roman" w:hAnsi="Times New Roman" w:cs="Traditional Arabic"/>
      <w:noProof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462</TotalTime>
  <Pages>22</Pages>
  <Words>3540</Words>
  <Characters>20180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عباس</dc:creator>
  <cp:keywords/>
  <dc:description/>
  <cp:lastModifiedBy>zahr5</cp:lastModifiedBy>
  <cp:revision>73</cp:revision>
  <cp:lastPrinted>2011-11-02T07:32:00Z</cp:lastPrinted>
  <dcterms:created xsi:type="dcterms:W3CDTF">2011-10-23T19:01:00Z</dcterms:created>
  <dcterms:modified xsi:type="dcterms:W3CDTF">2011-12-14T09:36:00Z</dcterms:modified>
</cp:coreProperties>
</file>